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0F2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E238CB" w14:textId="77777777" w:rsidR="00BF75A6" w:rsidRPr="00BF75A6" w:rsidRDefault="00BF75A6" w:rsidP="00BF75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75A6">
        <w:rPr>
          <w:rFonts w:ascii="Corbel" w:hAnsi="Corbel"/>
          <w:b/>
          <w:smallCaps/>
          <w:sz w:val="24"/>
          <w:szCs w:val="24"/>
        </w:rPr>
        <w:t>SYLABUS</w:t>
      </w:r>
    </w:p>
    <w:p w14:paraId="02A9BA70" w14:textId="77777777" w:rsidR="00BF75A6" w:rsidRPr="00BF75A6" w:rsidRDefault="00BF75A6" w:rsidP="00BF75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F7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F75A6">
        <w:rPr>
          <w:rFonts w:ascii="Corbel" w:hAnsi="Corbel"/>
          <w:i/>
          <w:smallCaps/>
          <w:sz w:val="24"/>
          <w:szCs w:val="24"/>
        </w:rPr>
        <w:t>2020-2022</w:t>
      </w:r>
    </w:p>
    <w:p w14:paraId="44620360" w14:textId="77777777" w:rsidR="00BF75A6" w:rsidRPr="00BF75A6" w:rsidRDefault="00BF75A6" w:rsidP="00BF75A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F75A6">
        <w:rPr>
          <w:rFonts w:ascii="Corbel" w:hAnsi="Corbel"/>
          <w:sz w:val="20"/>
          <w:szCs w:val="20"/>
        </w:rPr>
        <w:tab/>
      </w:r>
      <w:r w:rsidRPr="00BF75A6">
        <w:rPr>
          <w:rFonts w:ascii="Corbel" w:hAnsi="Corbel"/>
          <w:sz w:val="20"/>
          <w:szCs w:val="20"/>
        </w:rPr>
        <w:tab/>
      </w:r>
      <w:r w:rsidRPr="00BF75A6">
        <w:rPr>
          <w:rFonts w:ascii="Corbel" w:hAnsi="Corbel"/>
          <w:sz w:val="20"/>
          <w:szCs w:val="20"/>
        </w:rPr>
        <w:tab/>
      </w:r>
      <w:r w:rsidRPr="00BF75A6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21B515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B0CCD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0500D2" w14:textId="77777777" w:rsidTr="00B819C8">
        <w:tc>
          <w:tcPr>
            <w:tcW w:w="2694" w:type="dxa"/>
            <w:vAlign w:val="center"/>
          </w:tcPr>
          <w:p w14:paraId="7533E6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A313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014CBAC4" w14:textId="77777777" w:rsidTr="00B819C8">
        <w:tc>
          <w:tcPr>
            <w:tcW w:w="2694" w:type="dxa"/>
            <w:vAlign w:val="center"/>
          </w:tcPr>
          <w:p w14:paraId="3FFD47D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BABF60" w14:textId="28298B2B" w:rsidR="0085747A" w:rsidRPr="009C54AE" w:rsidRDefault="006E4BD8" w:rsidP="00B17D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B17DBB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[3]F_09</w:t>
            </w:r>
          </w:p>
        </w:tc>
      </w:tr>
      <w:tr w:rsidR="0085747A" w:rsidRPr="009C54AE" w14:paraId="17E576EA" w14:textId="77777777" w:rsidTr="00B819C8">
        <w:tc>
          <w:tcPr>
            <w:tcW w:w="2694" w:type="dxa"/>
            <w:vAlign w:val="center"/>
          </w:tcPr>
          <w:p w14:paraId="77A5B2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C611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518819" w14:textId="77777777" w:rsidTr="00B819C8">
        <w:tc>
          <w:tcPr>
            <w:tcW w:w="2694" w:type="dxa"/>
            <w:vAlign w:val="center"/>
          </w:tcPr>
          <w:p w14:paraId="590FB4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8841C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8E871" w14:textId="77777777" w:rsidTr="00B819C8">
        <w:tc>
          <w:tcPr>
            <w:tcW w:w="2694" w:type="dxa"/>
            <w:vAlign w:val="center"/>
          </w:tcPr>
          <w:p w14:paraId="1ADF2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0EB1E" w14:textId="77777777"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01587FB" w14:textId="77777777" w:rsidTr="00B819C8">
        <w:tc>
          <w:tcPr>
            <w:tcW w:w="2694" w:type="dxa"/>
            <w:vAlign w:val="center"/>
          </w:tcPr>
          <w:p w14:paraId="352A0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21612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1DB101" w14:textId="77777777" w:rsidTr="00B819C8">
        <w:tc>
          <w:tcPr>
            <w:tcW w:w="2694" w:type="dxa"/>
            <w:vAlign w:val="center"/>
          </w:tcPr>
          <w:p w14:paraId="650E81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79938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2C36B9" w14:textId="77777777" w:rsidTr="00B819C8">
        <w:tc>
          <w:tcPr>
            <w:tcW w:w="2694" w:type="dxa"/>
            <w:vAlign w:val="center"/>
          </w:tcPr>
          <w:p w14:paraId="6D1C63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1EFDF" w14:textId="50C49BE5" w:rsidR="0085747A" w:rsidRPr="009C54AE" w:rsidRDefault="00B17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718049" w14:textId="77777777" w:rsidTr="00B819C8">
        <w:tc>
          <w:tcPr>
            <w:tcW w:w="2694" w:type="dxa"/>
            <w:vAlign w:val="center"/>
          </w:tcPr>
          <w:p w14:paraId="573C22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A83D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8FFF13" w14:textId="77777777" w:rsidTr="00B819C8">
        <w:tc>
          <w:tcPr>
            <w:tcW w:w="2694" w:type="dxa"/>
            <w:vAlign w:val="center"/>
          </w:tcPr>
          <w:p w14:paraId="145369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12A6A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C763CA" w14:textId="77777777" w:rsidTr="00B819C8">
        <w:tc>
          <w:tcPr>
            <w:tcW w:w="2694" w:type="dxa"/>
            <w:vAlign w:val="center"/>
          </w:tcPr>
          <w:p w14:paraId="543974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413628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BEC112C" w14:textId="77777777" w:rsidTr="00B819C8">
        <w:tc>
          <w:tcPr>
            <w:tcW w:w="2694" w:type="dxa"/>
            <w:vAlign w:val="center"/>
          </w:tcPr>
          <w:p w14:paraId="2F4C0C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7F0B9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7DBBA15D" w14:textId="77777777" w:rsidTr="00B819C8">
        <w:tc>
          <w:tcPr>
            <w:tcW w:w="2694" w:type="dxa"/>
            <w:vAlign w:val="center"/>
          </w:tcPr>
          <w:p w14:paraId="7A5B87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737E2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22A6F03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F1943D" w14:textId="77777777" w:rsidR="00923D7D" w:rsidRPr="009C54AE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DAFD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474D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6B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64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0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EE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5D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2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21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9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2030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D20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A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1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A8D" w14:textId="3CF29D8A" w:rsidR="00015B8F" w:rsidRPr="009C54AE" w:rsidRDefault="00B17D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7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5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86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16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03F9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32E7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1AC16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7995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77CB4E" w14:textId="77777777"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BF3E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D792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BF7A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91352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66ED1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3071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304128" w14:textId="77777777" w:rsidTr="00745302">
        <w:tc>
          <w:tcPr>
            <w:tcW w:w="9670" w:type="dxa"/>
          </w:tcPr>
          <w:p w14:paraId="7754E05D" w14:textId="77777777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</w:t>
            </w:r>
          </w:p>
        </w:tc>
      </w:tr>
    </w:tbl>
    <w:p w14:paraId="6C404843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11D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63D54A" w14:textId="77777777" w:rsidR="00F83B28" w:rsidRPr="000C660C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7E99762A" w14:textId="77777777" w:rsidTr="008A4DB6">
        <w:tc>
          <w:tcPr>
            <w:tcW w:w="851" w:type="dxa"/>
            <w:vAlign w:val="center"/>
          </w:tcPr>
          <w:p w14:paraId="3EFA2477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D55C5FE" w14:textId="77777777" w:rsidR="006E4BD8" w:rsidRPr="006E4BD8" w:rsidRDefault="006E4BD8" w:rsidP="006E4BD8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32959DC9" w14:textId="77777777" w:rsidTr="008A4DB6">
        <w:tc>
          <w:tcPr>
            <w:tcW w:w="851" w:type="dxa"/>
            <w:vAlign w:val="center"/>
          </w:tcPr>
          <w:p w14:paraId="605721BE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09B652DD" w14:textId="77777777" w:rsidR="006E4BD8" w:rsidRPr="006E4BD8" w:rsidRDefault="006E4BD8" w:rsidP="00AF5654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30D2F6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4FB07" w14:textId="77777777" w:rsidR="001D7B54" w:rsidRPr="009C54AE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67CF288" w14:textId="77777777" w:rsidTr="0071620A">
        <w:tc>
          <w:tcPr>
            <w:tcW w:w="1701" w:type="dxa"/>
            <w:vAlign w:val="center"/>
          </w:tcPr>
          <w:p w14:paraId="138F13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FAA4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936B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D815B" w14:textId="77777777" w:rsidTr="005E6E85">
        <w:tc>
          <w:tcPr>
            <w:tcW w:w="1701" w:type="dxa"/>
          </w:tcPr>
          <w:p w14:paraId="32713E33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6BE87E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6FC30BE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4E6EC2C" w14:textId="77777777" w:rsidTr="005E6E85">
        <w:tc>
          <w:tcPr>
            <w:tcW w:w="1701" w:type="dxa"/>
          </w:tcPr>
          <w:p w14:paraId="23483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F9C0C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1D2238BA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3458A61B" w14:textId="77777777" w:rsidTr="005E6E85">
        <w:tc>
          <w:tcPr>
            <w:tcW w:w="1701" w:type="dxa"/>
          </w:tcPr>
          <w:p w14:paraId="69FF1B17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ABF29A7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2ADE5E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38D5054F" w14:textId="77777777" w:rsidTr="005E6E85">
        <w:tc>
          <w:tcPr>
            <w:tcW w:w="1701" w:type="dxa"/>
          </w:tcPr>
          <w:p w14:paraId="47E92A95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1368A0" w14:textId="77777777" w:rsidR="00071CEC" w:rsidRPr="009C54AE" w:rsidRDefault="00186F20" w:rsidP="00071C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1EA19B7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2598E854" w14:textId="77777777" w:rsidTr="005E6E85">
        <w:tc>
          <w:tcPr>
            <w:tcW w:w="1701" w:type="dxa"/>
          </w:tcPr>
          <w:p w14:paraId="5F397792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AD0E01" w14:textId="77777777" w:rsidR="00071CEC" w:rsidRPr="009C54AE" w:rsidRDefault="00186F20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1BFF20C5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615B24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577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9AFA42" w14:textId="77777777" w:rsidR="0085747A" w:rsidRPr="000C660C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EB2FE" w14:textId="77777777" w:rsidTr="00923D7D">
        <w:tc>
          <w:tcPr>
            <w:tcW w:w="9639" w:type="dxa"/>
          </w:tcPr>
          <w:p w14:paraId="487F6C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8CEE02" w14:textId="77777777" w:rsidTr="00923D7D">
        <w:tc>
          <w:tcPr>
            <w:tcW w:w="9639" w:type="dxa"/>
          </w:tcPr>
          <w:p w14:paraId="26A59A09" w14:textId="77777777" w:rsidR="004E5439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postawionego celu, dobór wskaźników monitorowania i ewaluacji, struktura zarządzania projektem socjalnym, finansowanie projektu socjalnego </w:t>
            </w:r>
          </w:p>
          <w:p w14:paraId="3A1303FE" w14:textId="77777777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273AC909" w14:textId="77777777" w:rsidTr="00923D7D">
        <w:tc>
          <w:tcPr>
            <w:tcW w:w="9639" w:type="dxa"/>
          </w:tcPr>
          <w:p w14:paraId="6793882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21DC5B8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B0057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4CE5B49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B90A3B5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76E54CB0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  <w:p w14:paraId="55BBF88B" w14:textId="77777777"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3178A876" w14:textId="77777777" w:rsidTr="00923D7D">
        <w:tc>
          <w:tcPr>
            <w:tcW w:w="9639" w:type="dxa"/>
          </w:tcPr>
          <w:p w14:paraId="153F1E43" w14:textId="77777777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 (18 g)</w:t>
            </w:r>
          </w:p>
        </w:tc>
      </w:tr>
    </w:tbl>
    <w:p w14:paraId="7CE39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B1E31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422355" w14:textId="77777777" w:rsidR="00384CA5" w:rsidRPr="00384CA5" w:rsidRDefault="008A4D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84CA5">
        <w:rPr>
          <w:rFonts w:ascii="Corbel" w:hAnsi="Corbel"/>
          <w:b w:val="0"/>
          <w:smallCaps w:val="0"/>
          <w:szCs w:val="24"/>
        </w:rPr>
        <w:t>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23522C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71B7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9CB1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4FD527" w14:textId="77777777" w:rsidR="0085747A" w:rsidRPr="000C660C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84028F7" w14:textId="77777777" w:rsidTr="00C05F44">
        <w:tc>
          <w:tcPr>
            <w:tcW w:w="1985" w:type="dxa"/>
            <w:vAlign w:val="center"/>
          </w:tcPr>
          <w:p w14:paraId="46B10D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88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B83C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7A5B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0AB1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77F1" w:rsidRPr="009C54AE" w14:paraId="35331886" w14:textId="77777777" w:rsidTr="00C05F44">
        <w:tc>
          <w:tcPr>
            <w:tcW w:w="1985" w:type="dxa"/>
          </w:tcPr>
          <w:p w14:paraId="607077B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5AD046A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8F300B" w14:textId="77777777" w:rsidR="001477F1" w:rsidRPr="008A4DBB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25207C7" w14:textId="77777777" w:rsidTr="00C05F44">
        <w:tc>
          <w:tcPr>
            <w:tcW w:w="1985" w:type="dxa"/>
          </w:tcPr>
          <w:p w14:paraId="04409032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E87487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FCB38E1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55E1964E" w14:textId="77777777" w:rsidTr="00C05F44">
        <w:tc>
          <w:tcPr>
            <w:tcW w:w="1985" w:type="dxa"/>
          </w:tcPr>
          <w:p w14:paraId="7001105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DBE803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660AD34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1F62266" w14:textId="77777777" w:rsidTr="00C05F44">
        <w:tc>
          <w:tcPr>
            <w:tcW w:w="1985" w:type="dxa"/>
          </w:tcPr>
          <w:p w14:paraId="4A501630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D6FFFD5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CB68AC2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44FA0CB8" w14:textId="77777777" w:rsidTr="00C05F44">
        <w:tc>
          <w:tcPr>
            <w:tcW w:w="1985" w:type="dxa"/>
          </w:tcPr>
          <w:p w14:paraId="2A92687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BD722B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7D1C185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7C6B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D476C" w14:textId="77777777" w:rsidR="00923D7D" w:rsidRPr="009C54AE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3FF63" w14:textId="77777777" w:rsidTr="00923D7D">
        <w:tc>
          <w:tcPr>
            <w:tcW w:w="9670" w:type="dxa"/>
          </w:tcPr>
          <w:p w14:paraId="65B9CA55" w14:textId="77777777"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7FB951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57D9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0B963" w14:textId="77777777" w:rsidR="0085747A" w:rsidRPr="000C660C" w:rsidRDefault="0085747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C3405F" w14:textId="77777777" w:rsidTr="003E1941">
        <w:tc>
          <w:tcPr>
            <w:tcW w:w="4962" w:type="dxa"/>
            <w:vAlign w:val="center"/>
          </w:tcPr>
          <w:p w14:paraId="36250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2A6D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879D25" w14:textId="77777777" w:rsidTr="00923D7D">
        <w:tc>
          <w:tcPr>
            <w:tcW w:w="4962" w:type="dxa"/>
          </w:tcPr>
          <w:p w14:paraId="68892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05D9F6" w14:textId="317C4234" w:rsidR="0085747A" w:rsidRPr="009C54AE" w:rsidRDefault="00B17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D18A91" w14:textId="77777777" w:rsidTr="00923D7D">
        <w:tc>
          <w:tcPr>
            <w:tcW w:w="4962" w:type="dxa"/>
          </w:tcPr>
          <w:p w14:paraId="55A44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C1E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B0985A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634FE" w14:textId="77777777" w:rsidTr="00923D7D">
        <w:tc>
          <w:tcPr>
            <w:tcW w:w="4962" w:type="dxa"/>
          </w:tcPr>
          <w:p w14:paraId="7FBD96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3BAF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BE7188" w14:textId="643527C9" w:rsidR="00C61DC5" w:rsidRPr="009C54AE" w:rsidRDefault="00B17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F5E58B9" w14:textId="77777777" w:rsidTr="00923D7D">
        <w:tc>
          <w:tcPr>
            <w:tcW w:w="4962" w:type="dxa"/>
          </w:tcPr>
          <w:p w14:paraId="0EFBAB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FA7B70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995EB5" w14:textId="77777777" w:rsidTr="00923D7D">
        <w:tc>
          <w:tcPr>
            <w:tcW w:w="4962" w:type="dxa"/>
          </w:tcPr>
          <w:p w14:paraId="317E6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33F05F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2F2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A7AA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1BD41" w14:textId="77777777" w:rsidR="0085747A" w:rsidRPr="009C54AE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0DF93B" w14:textId="77777777" w:rsidTr="0071620A">
        <w:trPr>
          <w:trHeight w:val="397"/>
        </w:trPr>
        <w:tc>
          <w:tcPr>
            <w:tcW w:w="3544" w:type="dxa"/>
          </w:tcPr>
          <w:p w14:paraId="40365F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0EB1EEC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6DB8158" w14:textId="77777777" w:rsidTr="0071620A">
        <w:trPr>
          <w:trHeight w:val="397"/>
        </w:trPr>
        <w:tc>
          <w:tcPr>
            <w:tcW w:w="3544" w:type="dxa"/>
          </w:tcPr>
          <w:p w14:paraId="4E1F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05BAC9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DFDDC0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E777F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B084B" w14:textId="025678D6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A665D71" w14:textId="77777777" w:rsidR="008D09D2" w:rsidRPr="009C54AE" w:rsidRDefault="008D09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D09D2" w:rsidRPr="009C54AE" w14:paraId="2AA42622" w14:textId="77777777" w:rsidTr="008D09D2">
        <w:trPr>
          <w:trHeight w:val="397"/>
        </w:trPr>
        <w:tc>
          <w:tcPr>
            <w:tcW w:w="9639" w:type="dxa"/>
          </w:tcPr>
          <w:p w14:paraId="34045018" w14:textId="77777777" w:rsidR="008D09D2" w:rsidRDefault="008D09D2" w:rsidP="000C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8186F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182411FE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D309B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27FC5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2091138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642E0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0415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4AF6DE9A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0AA658AA" w14:textId="614DD7A3" w:rsidR="008D09D2" w:rsidRPr="009C54AE" w:rsidRDefault="008D09D2" w:rsidP="008D09D2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D09D2" w:rsidRPr="00960640" w14:paraId="248CBD2A" w14:textId="77777777" w:rsidTr="008D09D2">
        <w:trPr>
          <w:trHeight w:val="397"/>
        </w:trPr>
        <w:tc>
          <w:tcPr>
            <w:tcW w:w="9639" w:type="dxa"/>
          </w:tcPr>
          <w:p w14:paraId="7657BEEA" w14:textId="77777777" w:rsidR="008D09D2" w:rsidRDefault="008D09D2" w:rsidP="000C2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440BAC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0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 (2007). 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809849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5ED0FB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Publicznej.</w:t>
            </w:r>
          </w:p>
          <w:p w14:paraId="40840A52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10DE3B9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61F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9D5AF" w14:textId="77777777" w:rsidR="00140FF0" w:rsidRDefault="00140FF0" w:rsidP="00C16ABF">
      <w:pPr>
        <w:spacing w:after="0" w:line="240" w:lineRule="auto"/>
      </w:pPr>
      <w:r>
        <w:separator/>
      </w:r>
    </w:p>
  </w:endnote>
  <w:endnote w:type="continuationSeparator" w:id="0">
    <w:p w14:paraId="4921DA4E" w14:textId="77777777" w:rsidR="00140FF0" w:rsidRDefault="00140F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B4434" w14:textId="77777777" w:rsidR="00140FF0" w:rsidRDefault="00140FF0" w:rsidP="00C16ABF">
      <w:pPr>
        <w:spacing w:after="0" w:line="240" w:lineRule="auto"/>
      </w:pPr>
      <w:r>
        <w:separator/>
      </w:r>
    </w:p>
  </w:footnote>
  <w:footnote w:type="continuationSeparator" w:id="0">
    <w:p w14:paraId="37DF8A1E" w14:textId="77777777" w:rsidR="00140FF0" w:rsidRDefault="00140FF0" w:rsidP="00C16ABF">
      <w:pPr>
        <w:spacing w:after="0" w:line="240" w:lineRule="auto"/>
      </w:pPr>
      <w:r>
        <w:continuationSeparator/>
      </w:r>
    </w:p>
  </w:footnote>
  <w:footnote w:id="1">
    <w:p w14:paraId="101865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7465E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0FF0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179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A433F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96FCE"/>
    <w:rsid w:val="005A0855"/>
    <w:rsid w:val="005A3196"/>
    <w:rsid w:val="005B0DC8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09D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DB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BF75A6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94B98"/>
    <w:rsid w:val="00C960D4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D920"/>
  <w15:docId w15:val="{A53E59F6-BDFF-4E10-9275-38579F8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52F012-C8B4-41C1-B524-BABD8A474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2668C0-773F-474A-AB3C-16584B0BA300}"/>
</file>

<file path=customXml/itemProps3.xml><?xml version="1.0" encoding="utf-8"?>
<ds:datastoreItem xmlns:ds="http://schemas.openxmlformats.org/officeDocument/2006/customXml" ds:itemID="{D47A0AB2-41DB-4571-9A60-42AFF1F42216}"/>
</file>

<file path=customXml/itemProps4.xml><?xml version="1.0" encoding="utf-8"?>
<ds:datastoreItem xmlns:ds="http://schemas.openxmlformats.org/officeDocument/2006/customXml" ds:itemID="{32F7A51E-A5E1-4134-B0ED-2C26CD1B5E5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2021-09-30T20:51:00Z</dcterms:created>
  <dcterms:modified xsi:type="dcterms:W3CDTF">2021-10-02T13:05:00Z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